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88255" w14:textId="77777777" w:rsidR="00CD6105" w:rsidRPr="00C570BB" w:rsidRDefault="00CD6105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Commande d’urinoir automatique, alimentation par piles, avec détection infrarouge</w:t>
      </w:r>
    </w:p>
    <w:p w14:paraId="639CC541" w14:textId="77777777" w:rsidR="00B16427" w:rsidRPr="00C570BB" w:rsidRDefault="00CD6105" w:rsidP="00CD6105">
      <w:pPr>
        <w:rPr>
          <w:lang w:val="fr-BE"/>
        </w:rPr>
      </w:pPr>
      <w:r w:rsidRPr="00C570BB">
        <w:rPr>
          <w:lang w:val="fr-BE"/>
        </w:rPr>
        <w:t>La commande d’urinoir automatique est encastrée dans un boîtier gros œuvre</w:t>
      </w:r>
      <w:r w:rsidR="00B16427" w:rsidRPr="00C570BB">
        <w:rPr>
          <w:lang w:val="fr-BE"/>
        </w:rPr>
        <w:t>.</w:t>
      </w:r>
    </w:p>
    <w:p w14:paraId="1048284E" w14:textId="77777777" w:rsidR="00B16427" w:rsidRPr="00C570BB" w:rsidRDefault="00B16427" w:rsidP="00B16427">
      <w:pPr>
        <w:rPr>
          <w:lang w:val="fr-BE"/>
        </w:rPr>
      </w:pPr>
    </w:p>
    <w:p w14:paraId="3B3EFC12" w14:textId="77777777" w:rsidR="00B16427" w:rsidRPr="00C570BB" w:rsidRDefault="00CD6105" w:rsidP="00CD6105">
      <w:pPr>
        <w:rPr>
          <w:lang w:val="fr-BE"/>
        </w:rPr>
      </w:pPr>
      <w:r w:rsidRPr="00C570BB">
        <w:rPr>
          <w:lang w:val="fr-BE"/>
        </w:rPr>
        <w:t>La commande d’urinoir se compose de 2 composants</w:t>
      </w:r>
      <w:r w:rsidR="00B16427" w:rsidRPr="00C570BB">
        <w:rPr>
          <w:lang w:val="fr-BE"/>
        </w:rPr>
        <w:t>:</w:t>
      </w:r>
    </w:p>
    <w:p w14:paraId="7A59202B" w14:textId="77777777" w:rsidR="00B16427" w:rsidRPr="00C570BB" w:rsidRDefault="001978FD" w:rsidP="001978FD">
      <w:pPr>
        <w:pStyle w:val="Bulleted1"/>
        <w:rPr>
          <w:lang w:val="fr-BE"/>
        </w:rPr>
      </w:pPr>
      <w:r>
        <w:rPr>
          <w:lang w:val="fr-BE"/>
        </w:rPr>
        <w:t>u</w:t>
      </w:r>
      <w:r w:rsidR="001234D2" w:rsidRPr="00C570BB">
        <w:rPr>
          <w:lang w:val="fr-BE"/>
        </w:rPr>
        <w:t xml:space="preserve">n boîtier gros </w:t>
      </w:r>
      <w:r w:rsidR="00A15E56" w:rsidRPr="00C570BB">
        <w:rPr>
          <w:lang w:val="fr-BE"/>
        </w:rPr>
        <w:t>œuvre</w:t>
      </w:r>
      <w:r w:rsidR="00901E6B" w:rsidRPr="00C570BB">
        <w:rPr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="00901E6B" w:rsidRPr="00C570BB">
          <w:rPr>
            <w:lang w:val="fr-BE"/>
          </w:rPr>
          <w:t xml:space="preserve">15 </w:t>
        </w:r>
        <w:r w:rsidR="001234D2" w:rsidRPr="00C570BB">
          <w:rPr>
            <w:lang w:val="fr-BE"/>
          </w:rPr>
          <w:t>c</w:t>
        </w:r>
        <w:r w:rsidR="00901E6B" w:rsidRPr="00C570BB">
          <w:rPr>
            <w:lang w:val="fr-BE"/>
          </w:rPr>
          <w:t>m</w:t>
        </w:r>
      </w:smartTag>
      <w:r w:rsidR="00901E6B" w:rsidRPr="00C570BB">
        <w:rPr>
          <w:lang w:val="fr-BE"/>
        </w:rPr>
        <w:t xml:space="preserve">) </w:t>
      </w:r>
      <w:r w:rsidR="001234D2" w:rsidRPr="00C570BB">
        <w:rPr>
          <w:lang w:val="fr-BE"/>
        </w:rPr>
        <w:t>pour commande d’urinoir</w:t>
      </w:r>
      <w:r w:rsidR="00901E6B" w:rsidRPr="00C570BB">
        <w:rPr>
          <w:lang w:val="fr-BE"/>
        </w:rPr>
        <w:t xml:space="preserve">, </w:t>
      </w:r>
      <w:r w:rsidR="001234D2" w:rsidRPr="00C570BB">
        <w:rPr>
          <w:lang w:val="fr-BE"/>
        </w:rPr>
        <w:t>intégré ou non dans un élément d’installation</w:t>
      </w:r>
      <w:r w:rsidR="00901E6B" w:rsidRPr="00C570BB">
        <w:rPr>
          <w:lang w:val="fr-BE"/>
        </w:rPr>
        <w:t>.</w:t>
      </w:r>
      <w:r w:rsidR="00B979CD" w:rsidRPr="00C570BB">
        <w:rPr>
          <w:lang w:val="fr-BE"/>
        </w:rPr>
        <w:t xml:space="preserve"> </w:t>
      </w:r>
      <w:r w:rsidR="00B979CD" w:rsidRPr="00C570BB">
        <w:rPr>
          <w:color w:val="1A75CF"/>
          <w:lang w:val="fr-BE"/>
        </w:rPr>
        <w:t>(</w:t>
      </w:r>
      <w:r w:rsidR="001234D2" w:rsidRPr="00C570BB">
        <w:rPr>
          <w:color w:val="1A75CF"/>
          <w:lang w:val="fr-BE"/>
        </w:rPr>
        <w:t>pour les éléments d’installation</w:t>
      </w:r>
      <w:r w:rsidR="005126B0" w:rsidRPr="00C570BB">
        <w:rPr>
          <w:color w:val="1A75CF"/>
          <w:lang w:val="fr-BE"/>
        </w:rPr>
        <w:t xml:space="preserve">: </w:t>
      </w:r>
      <w:r w:rsidR="001234D2" w:rsidRPr="00C570BB">
        <w:rPr>
          <w:color w:val="1A75CF"/>
          <w:lang w:val="fr-BE"/>
        </w:rPr>
        <w:t>voir cahier des charges</w:t>
      </w:r>
      <w:r w:rsidR="005126B0" w:rsidRPr="00C570BB">
        <w:rPr>
          <w:color w:val="1A75CF"/>
          <w:lang w:val="fr-BE"/>
        </w:rPr>
        <w:t xml:space="preserve"> </w:t>
      </w:r>
      <w:proofErr w:type="spellStart"/>
      <w:r w:rsidR="005126B0" w:rsidRPr="00C570BB">
        <w:rPr>
          <w:color w:val="1A75CF"/>
          <w:lang w:val="fr-BE"/>
        </w:rPr>
        <w:t>Sanbloc</w:t>
      </w:r>
      <w:proofErr w:type="spellEnd"/>
      <w:r w:rsidR="005126B0" w:rsidRPr="00C570BB">
        <w:rPr>
          <w:color w:val="1A75CF"/>
          <w:lang w:val="fr-BE"/>
        </w:rPr>
        <w:t xml:space="preserve">, </w:t>
      </w:r>
      <w:proofErr w:type="spellStart"/>
      <w:r w:rsidR="005126B0" w:rsidRPr="00C570BB">
        <w:rPr>
          <w:color w:val="1A75CF"/>
          <w:lang w:val="fr-BE"/>
        </w:rPr>
        <w:t>Duofix</w:t>
      </w:r>
      <w:proofErr w:type="spellEnd"/>
      <w:r w:rsidR="005126B0" w:rsidRPr="00C570BB">
        <w:rPr>
          <w:color w:val="1A75CF"/>
          <w:lang w:val="fr-BE"/>
        </w:rPr>
        <w:t xml:space="preserve"> o</w:t>
      </w:r>
      <w:r w:rsidR="001234D2" w:rsidRPr="00C570BB">
        <w:rPr>
          <w:color w:val="1A75CF"/>
          <w:lang w:val="fr-BE"/>
        </w:rPr>
        <w:t>u</w:t>
      </w:r>
      <w:r w:rsidR="005126B0" w:rsidRPr="00C570BB">
        <w:rPr>
          <w:color w:val="1A75CF"/>
          <w:lang w:val="fr-BE"/>
        </w:rPr>
        <w:t xml:space="preserve"> GIS</w:t>
      </w:r>
      <w:r w:rsidR="00B979CD" w:rsidRPr="00C570BB">
        <w:rPr>
          <w:color w:val="1A75CF"/>
          <w:lang w:val="fr-BE"/>
        </w:rPr>
        <w:t>)</w:t>
      </w:r>
    </w:p>
    <w:p w14:paraId="48340576" w14:textId="77777777" w:rsidR="00B16427" w:rsidRPr="00C570BB" w:rsidRDefault="001978FD" w:rsidP="001234D2">
      <w:pPr>
        <w:pStyle w:val="Bulleted1"/>
        <w:rPr>
          <w:lang w:val="fr-BE"/>
        </w:rPr>
      </w:pPr>
      <w:r>
        <w:rPr>
          <w:lang w:val="fr-BE"/>
        </w:rPr>
        <w:t>u</w:t>
      </w:r>
      <w:r w:rsidR="001234D2" w:rsidRPr="00C570BB">
        <w:rPr>
          <w:lang w:val="fr-BE"/>
        </w:rPr>
        <w:t>ne commande d’urinoir avec détection infrarouge</w:t>
      </w:r>
      <w:r w:rsidR="00901E6B" w:rsidRPr="00C570BB">
        <w:rPr>
          <w:lang w:val="fr-BE"/>
        </w:rPr>
        <w:t xml:space="preserve">, </w:t>
      </w:r>
      <w:r w:rsidR="001234D2" w:rsidRPr="00C570BB">
        <w:rPr>
          <w:lang w:val="fr-BE"/>
        </w:rPr>
        <w:t>plaque de finition et deux piles incluses</w:t>
      </w:r>
    </w:p>
    <w:p w14:paraId="0EC252D1" w14:textId="77777777" w:rsidR="00B2457F" w:rsidRPr="00C570BB" w:rsidRDefault="001234D2" w:rsidP="001234D2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Boîtier gros œuvre pour commande d’urinoir</w:t>
      </w:r>
    </w:p>
    <w:p w14:paraId="4FEFD253" w14:textId="77777777" w:rsidR="00B16427" w:rsidRPr="00C570BB" w:rsidRDefault="001234D2" w:rsidP="001234D2">
      <w:pPr>
        <w:rPr>
          <w:lang w:val="fr-BE"/>
        </w:rPr>
      </w:pPr>
      <w:r w:rsidRPr="00C570BB">
        <w:rPr>
          <w:lang w:val="fr-BE"/>
        </w:rPr>
        <w:t>Intégré ou non dans un élément d’installation</w:t>
      </w:r>
      <w:r w:rsidR="000C21EA" w:rsidRPr="00C570BB">
        <w:rPr>
          <w:lang w:val="fr-BE"/>
        </w:rPr>
        <w:t>.</w:t>
      </w:r>
    </w:p>
    <w:p w14:paraId="3E648F0C" w14:textId="77777777" w:rsidR="000C21EA" w:rsidRPr="00C570BB" w:rsidRDefault="000C21EA" w:rsidP="007E338F">
      <w:pPr>
        <w:rPr>
          <w:lang w:val="fr-BE"/>
        </w:rPr>
      </w:pPr>
    </w:p>
    <w:p w14:paraId="32D0917B" w14:textId="77777777" w:rsidR="00785CA4" w:rsidRPr="00C570BB" w:rsidRDefault="003F18FE" w:rsidP="003F18FE">
      <w:pPr>
        <w:pStyle w:val="Bulleted1"/>
        <w:rPr>
          <w:lang w:val="fr-BE"/>
        </w:rPr>
      </w:pPr>
      <w:r w:rsidRPr="00C570BB">
        <w:rPr>
          <w:lang w:val="fr-BE"/>
        </w:rPr>
        <w:t>dimensions</w:t>
      </w:r>
      <w:r w:rsidR="00785CA4" w:rsidRPr="00C570BB">
        <w:rPr>
          <w:lang w:val="fr-BE"/>
        </w:rPr>
        <w:t>:</w:t>
      </w:r>
    </w:p>
    <w:p w14:paraId="0669F886" w14:textId="362141DA" w:rsidR="00785CA4" w:rsidRPr="00C570BB" w:rsidRDefault="00785CA4" w:rsidP="003F18FE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h</w:t>
      </w:r>
      <w:r w:rsidR="003F18FE" w:rsidRPr="00C570BB">
        <w:rPr>
          <w:color w:val="000000"/>
          <w:lang w:val="fr-BE"/>
        </w:rPr>
        <w:t>auteur</w:t>
      </w:r>
      <w:r w:rsidRPr="00C570BB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="00ED607C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>:</w:t>
      </w:r>
      <w:r w:rsidRPr="00C570BB">
        <w:rPr>
          <w:color w:val="000000"/>
          <w:lang w:val="fr-BE"/>
        </w:rPr>
        <w:tab/>
      </w:r>
      <w:smartTag w:uri="urn:schemas-microsoft-com:office:smarttags" w:element="metricconverter">
        <w:smartTagPr>
          <w:attr w:name="ProductID" w:val="15 cm"/>
        </w:smartTagPr>
        <w:r w:rsidRPr="00C570BB">
          <w:rPr>
            <w:color w:val="000000"/>
            <w:lang w:val="fr-BE"/>
          </w:rPr>
          <w:t>15</w:t>
        </w:r>
        <w:r w:rsidR="003F18FE" w:rsidRPr="00C570BB">
          <w:rPr>
            <w:color w:val="000000"/>
            <w:lang w:val="fr-BE"/>
          </w:rPr>
          <w:t xml:space="preserve"> </w:t>
        </w:r>
        <w:r w:rsidRPr="00C570BB">
          <w:rPr>
            <w:color w:val="000000"/>
            <w:lang w:val="fr-BE"/>
          </w:rPr>
          <w:t>cm</w:t>
        </w:r>
      </w:smartTag>
    </w:p>
    <w:p w14:paraId="2A6FE22E" w14:textId="34E80BC8" w:rsidR="00785CA4" w:rsidRPr="00C570BB" w:rsidRDefault="003F18FE" w:rsidP="003F18FE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largeur</w:t>
      </w:r>
      <w:r w:rsidR="00785CA4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="00ED607C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="00785CA4" w:rsidRPr="00C570BB">
        <w:rPr>
          <w:color w:val="000000"/>
          <w:lang w:val="fr-BE"/>
        </w:rPr>
        <w:t>:</w:t>
      </w:r>
      <w:r w:rsidR="00785CA4" w:rsidRPr="00C570BB">
        <w:rPr>
          <w:color w:val="000000"/>
          <w:lang w:val="fr-BE"/>
        </w:rPr>
        <w:tab/>
      </w:r>
      <w:smartTag w:uri="urn:schemas-microsoft-com:office:smarttags" w:element="metricconverter">
        <w:smartTagPr>
          <w:attr w:name="ProductID" w:val="15 cm"/>
        </w:smartTagPr>
        <w:r w:rsidR="00785CA4" w:rsidRPr="00C570BB">
          <w:rPr>
            <w:color w:val="000000"/>
            <w:lang w:val="fr-BE"/>
          </w:rPr>
          <w:t>15</w:t>
        </w:r>
        <w:r w:rsidRPr="00C570BB">
          <w:rPr>
            <w:color w:val="000000"/>
            <w:lang w:val="fr-BE"/>
          </w:rPr>
          <w:t xml:space="preserve"> </w:t>
        </w:r>
        <w:r w:rsidR="00785CA4" w:rsidRPr="00C570BB">
          <w:rPr>
            <w:color w:val="000000"/>
            <w:lang w:val="fr-BE"/>
          </w:rPr>
          <w:t>cm</w:t>
        </w:r>
      </w:smartTag>
    </w:p>
    <w:p w14:paraId="2144CCB7" w14:textId="77777777" w:rsidR="00785CA4" w:rsidRPr="00C570BB" w:rsidRDefault="003F18FE" w:rsidP="003F18FE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profondeur d’encastrement</w:t>
      </w:r>
      <w:r w:rsidR="00785CA4" w:rsidRPr="00C570BB">
        <w:rPr>
          <w:color w:val="000000"/>
          <w:lang w:val="fr-BE"/>
        </w:rPr>
        <w:tab/>
        <w:t>:</w:t>
      </w:r>
      <w:r w:rsidR="00785CA4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 xml:space="preserve">  </w:t>
      </w:r>
      <w:smartTag w:uri="urn:schemas-microsoft-com:office:smarttags" w:element="metricconverter">
        <w:smartTagPr>
          <w:attr w:name="ProductID" w:val="7 cm"/>
        </w:smartTagPr>
        <w:r w:rsidR="00785CA4" w:rsidRPr="00C570BB">
          <w:rPr>
            <w:color w:val="000000"/>
            <w:lang w:val="fr-BE"/>
          </w:rPr>
          <w:t>7</w:t>
        </w:r>
        <w:r w:rsidRPr="00C570BB">
          <w:rPr>
            <w:color w:val="000000"/>
            <w:lang w:val="fr-BE"/>
          </w:rPr>
          <w:t xml:space="preserve"> </w:t>
        </w:r>
        <w:r w:rsidR="00785CA4" w:rsidRPr="00C570BB">
          <w:rPr>
            <w:color w:val="000000"/>
            <w:lang w:val="fr-BE"/>
          </w:rPr>
          <w:t>cm</w:t>
        </w:r>
      </w:smartTag>
    </w:p>
    <w:p w14:paraId="676E3F53" w14:textId="77777777" w:rsidR="00785CA4" w:rsidRPr="00C570BB" w:rsidRDefault="003F18FE" w:rsidP="003F18FE">
      <w:pPr>
        <w:pStyle w:val="Bulleted1"/>
        <w:rPr>
          <w:lang w:val="fr-BE"/>
        </w:rPr>
      </w:pPr>
      <w:r w:rsidRPr="00C570BB">
        <w:rPr>
          <w:lang w:val="fr-BE"/>
        </w:rPr>
        <w:t>se compose de</w:t>
      </w:r>
      <w:r w:rsidR="00785CA4" w:rsidRPr="00C570BB">
        <w:rPr>
          <w:lang w:val="fr-BE"/>
        </w:rPr>
        <w:t>:</w:t>
      </w:r>
    </w:p>
    <w:p w14:paraId="0B8051DC" w14:textId="77777777" w:rsidR="00785CA4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>une pièce d’amenée d’eau avec robinet à pointeau et filtre</w:t>
      </w:r>
    </w:p>
    <w:p w14:paraId="54D11E51" w14:textId="77777777" w:rsidR="00B16427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 xml:space="preserve">raccordement à l’eau </w:t>
      </w:r>
      <w:r w:rsidR="00785CA4" w:rsidRPr="00C570BB">
        <w:rPr>
          <w:lang w:val="fr-BE"/>
        </w:rPr>
        <w:t>½”</w:t>
      </w:r>
    </w:p>
    <w:p w14:paraId="7584E882" w14:textId="77777777" w:rsidR="00785CA4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 xml:space="preserve">un dispositif afin de pouvoir rincer les tuyauteries lors de la phase gros </w:t>
      </w:r>
      <w:r w:rsidR="00BA4757" w:rsidRPr="00C570BB">
        <w:rPr>
          <w:lang w:val="fr-BE"/>
        </w:rPr>
        <w:t>œuvre</w:t>
      </w:r>
    </w:p>
    <w:p w14:paraId="06D8B053" w14:textId="77777777" w:rsidR="00323374" w:rsidRPr="00C570BB" w:rsidRDefault="00323374" w:rsidP="00EB62E2">
      <w:pPr>
        <w:pStyle w:val="Bulleted2"/>
        <w:rPr>
          <w:lang w:val="fr-BE"/>
        </w:rPr>
      </w:pPr>
      <w:r w:rsidRPr="00C570BB">
        <w:rPr>
          <w:lang w:val="fr-BE"/>
        </w:rPr>
        <w:t>une protection afin qu’il soit impossible de remplacer la vanne de rinçage avant de fermer complètement le robinet</w:t>
      </w:r>
    </w:p>
    <w:p w14:paraId="41F1259C" w14:textId="77777777" w:rsidR="00A15E56" w:rsidRPr="00C570BB" w:rsidRDefault="00323374" w:rsidP="00EB62E2">
      <w:pPr>
        <w:pStyle w:val="Bulleted2"/>
        <w:rPr>
          <w:lang w:val="fr-BE"/>
        </w:rPr>
      </w:pPr>
      <w:r w:rsidRPr="00C570BB">
        <w:rPr>
          <w:lang w:val="fr-BE"/>
        </w:rPr>
        <w:t xml:space="preserve">un dispositif </w:t>
      </w:r>
      <w:r w:rsidR="00A15E56" w:rsidRPr="00C570BB">
        <w:rPr>
          <w:lang w:val="fr-BE"/>
        </w:rPr>
        <w:t>pour le raccord en toute sécurité au réseau électrique sur lequel est également fixée l’alimentation au réseau</w:t>
      </w:r>
    </w:p>
    <w:p w14:paraId="5B3CBA1F" w14:textId="77777777" w:rsidR="00A15E56" w:rsidRPr="00C570BB" w:rsidRDefault="00A15E56" w:rsidP="00EB62E2">
      <w:pPr>
        <w:pStyle w:val="Bulleted2"/>
        <w:rPr>
          <w:lang w:val="fr-BE"/>
        </w:rPr>
      </w:pPr>
      <w:r w:rsidRPr="00C570BB">
        <w:rPr>
          <w:lang w:val="fr-BE"/>
        </w:rPr>
        <w:t>une protection gros œuvre pour protéger le boîtier gros œuvre pendant la phase gros œuvre</w:t>
      </w:r>
    </w:p>
    <w:p w14:paraId="43BD190B" w14:textId="77777777" w:rsidR="004E4271" w:rsidRPr="00C570BB" w:rsidRDefault="00BA4757" w:rsidP="00BA4757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Commande d’urinoir avec détection infrarouge</w:t>
      </w:r>
    </w:p>
    <w:p w14:paraId="48769669" w14:textId="77777777" w:rsidR="004E4271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 xml:space="preserve">Commande d’urinoir sur 2 piles </w:t>
      </w:r>
      <w:r w:rsidR="0008076D" w:rsidRPr="00C570BB">
        <w:rPr>
          <w:lang w:val="fr-BE"/>
        </w:rPr>
        <w:t xml:space="preserve">lithium </w:t>
      </w:r>
      <w:r w:rsidRPr="00C570BB">
        <w:rPr>
          <w:lang w:val="fr-BE"/>
        </w:rPr>
        <w:t xml:space="preserve">de </w:t>
      </w:r>
      <w:r w:rsidR="0008076D" w:rsidRPr="00C570BB">
        <w:rPr>
          <w:lang w:val="fr-BE"/>
        </w:rPr>
        <w:t>1,5</w:t>
      </w:r>
      <w:r w:rsidR="00FF1725" w:rsidRPr="00C570BB">
        <w:rPr>
          <w:lang w:val="fr-BE"/>
        </w:rPr>
        <w:t xml:space="preserve">V </w:t>
      </w:r>
      <w:r w:rsidR="0008076D" w:rsidRPr="00C570BB">
        <w:rPr>
          <w:lang w:val="fr-BE"/>
        </w:rPr>
        <w:t>DC, type AA</w:t>
      </w:r>
      <w:r w:rsidR="007856C6" w:rsidRPr="00C570BB">
        <w:rPr>
          <w:lang w:val="fr-BE"/>
        </w:rPr>
        <w:t xml:space="preserve">, </w:t>
      </w:r>
      <w:r w:rsidRPr="00C570BB">
        <w:rPr>
          <w:lang w:val="fr-BE"/>
        </w:rPr>
        <w:t xml:space="preserve">disponible en différents </w:t>
      </w:r>
      <w:r w:rsidR="007856C6" w:rsidRPr="00C570BB">
        <w:rPr>
          <w:lang w:val="fr-BE"/>
        </w:rPr>
        <w:t>design</w:t>
      </w:r>
      <w:r w:rsidR="0008076D" w:rsidRPr="00C570BB">
        <w:rPr>
          <w:lang w:val="fr-BE"/>
        </w:rPr>
        <w:t>s</w:t>
      </w:r>
      <w:r w:rsidR="007856C6" w:rsidRPr="00C570BB">
        <w:rPr>
          <w:lang w:val="fr-BE"/>
        </w:rPr>
        <w:t xml:space="preserve"> e</w:t>
      </w:r>
      <w:r w:rsidRPr="00C570BB">
        <w:rPr>
          <w:lang w:val="fr-BE"/>
        </w:rPr>
        <w:t>t couleurs</w:t>
      </w:r>
    </w:p>
    <w:p w14:paraId="087504B4" w14:textId="77777777" w:rsidR="00FF1725" w:rsidRPr="00C570BB" w:rsidRDefault="00BA4757" w:rsidP="00BA47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Propriétés</w:t>
      </w:r>
    </w:p>
    <w:p w14:paraId="0C42169B" w14:textId="77777777" w:rsidR="00FF1725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>commande d’urinoir entièrement automatique</w:t>
      </w:r>
    </w:p>
    <w:p w14:paraId="5E69E809" w14:textId="77777777" w:rsidR="00BA4757" w:rsidRPr="00C570BB" w:rsidRDefault="00BA4757" w:rsidP="0063522D">
      <w:pPr>
        <w:pStyle w:val="Bulleted1"/>
        <w:rPr>
          <w:lang w:val="fr-BE"/>
        </w:rPr>
      </w:pPr>
      <w:r w:rsidRPr="00C570BB">
        <w:rPr>
          <w:lang w:val="fr-BE"/>
        </w:rPr>
        <w:t>système de détection infrarouge avec suppression du fond suivant le principe d</w:t>
      </w:r>
      <w:r w:rsidR="0063522D" w:rsidRPr="00C570BB">
        <w:rPr>
          <w:lang w:val="fr-BE"/>
        </w:rPr>
        <w:t xml:space="preserve">e </w:t>
      </w:r>
      <w:r w:rsidRPr="00C570BB">
        <w:rPr>
          <w:lang w:val="fr-BE"/>
        </w:rPr>
        <w:t>triangulation</w:t>
      </w:r>
    </w:p>
    <w:p w14:paraId="1FF79629" w14:textId="77777777" w:rsidR="00FF1725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>protection en cas de rupture de courant</w:t>
      </w:r>
      <w:r w:rsidR="00FF1725" w:rsidRPr="00C570BB">
        <w:rPr>
          <w:lang w:val="fr-BE"/>
        </w:rPr>
        <w:t xml:space="preserve"> (= </w:t>
      </w:r>
      <w:r w:rsidRPr="00C570BB">
        <w:rPr>
          <w:lang w:val="fr-BE"/>
        </w:rPr>
        <w:t>vanne magnétique en position fermée</w:t>
      </w:r>
      <w:r w:rsidR="00FF1725" w:rsidRPr="00C570BB">
        <w:rPr>
          <w:lang w:val="fr-BE"/>
        </w:rPr>
        <w:t>)</w:t>
      </w:r>
    </w:p>
    <w:p w14:paraId="78486427" w14:textId="77777777" w:rsidR="00F50C30" w:rsidRPr="00C570BB" w:rsidRDefault="00F50C30" w:rsidP="00F50C30">
      <w:pPr>
        <w:pStyle w:val="Bulleted2"/>
        <w:rPr>
          <w:lang w:val="fr-BE"/>
        </w:rPr>
      </w:pPr>
      <w:r w:rsidRPr="00C570BB">
        <w:rPr>
          <w:lang w:val="fr-BE"/>
        </w:rPr>
        <w:t>si les piles ne sont plus suffisamment chargées, la commande veille à empêcher l’ouverture de la vanne magnétique</w:t>
      </w:r>
    </w:p>
    <w:p w14:paraId="0C373464" w14:textId="77777777" w:rsidR="00FF1725" w:rsidRPr="00C570BB" w:rsidRDefault="0063522D" w:rsidP="0063522D">
      <w:pPr>
        <w:pStyle w:val="Bulleted1"/>
        <w:rPr>
          <w:lang w:val="fr-BE"/>
        </w:rPr>
      </w:pPr>
      <w:r w:rsidRPr="00C570BB">
        <w:rPr>
          <w:lang w:val="fr-BE"/>
        </w:rPr>
        <w:t>fiable: la vanne magnétique est équipée de deux filtres</w:t>
      </w:r>
    </w:p>
    <w:p w14:paraId="3CE19C7F" w14:textId="77777777" w:rsidR="00163D1D" w:rsidRPr="00C570BB" w:rsidRDefault="00163D1D" w:rsidP="004242F0">
      <w:pPr>
        <w:pStyle w:val="Bulleted1"/>
        <w:rPr>
          <w:lang w:val="fr-BE"/>
        </w:rPr>
      </w:pPr>
      <w:r w:rsidRPr="00C570BB">
        <w:rPr>
          <w:lang w:val="fr-BE"/>
        </w:rPr>
        <w:t xml:space="preserve">le passage de l’alimentation au réseau vers une alimentation </w:t>
      </w:r>
      <w:r w:rsidR="004242F0">
        <w:rPr>
          <w:lang w:val="fr-BE"/>
        </w:rPr>
        <w:t>sur</w:t>
      </w:r>
      <w:r w:rsidRPr="00C570BB">
        <w:rPr>
          <w:lang w:val="fr-BE"/>
        </w:rPr>
        <w:t xml:space="preserve"> piles, et inversement, est toujours possible</w:t>
      </w:r>
    </w:p>
    <w:p w14:paraId="363D8882" w14:textId="77777777" w:rsidR="00FF1725" w:rsidRPr="00C570BB" w:rsidRDefault="00163D1D" w:rsidP="00163D1D">
      <w:pPr>
        <w:pStyle w:val="Bulleted1"/>
        <w:rPr>
          <w:lang w:val="fr-BE"/>
        </w:rPr>
      </w:pPr>
      <w:r w:rsidRPr="00C570BB">
        <w:rPr>
          <w:lang w:val="fr-BE"/>
        </w:rPr>
        <w:lastRenderedPageBreak/>
        <w:t>économie d’eau</w:t>
      </w:r>
      <w:r w:rsidR="00FF1725" w:rsidRPr="00C570BB">
        <w:rPr>
          <w:lang w:val="fr-BE"/>
        </w:rPr>
        <w:t xml:space="preserve">: </w:t>
      </w:r>
      <w:r w:rsidRPr="00C570BB">
        <w:rPr>
          <w:lang w:val="fr-BE"/>
        </w:rPr>
        <w:t>choix entre un</w:t>
      </w:r>
      <w:r w:rsidR="00FF1725" w:rsidRPr="00C570BB">
        <w:rPr>
          <w:lang w:val="fr-BE"/>
        </w:rPr>
        <w:t xml:space="preserve"> “</w:t>
      </w:r>
      <w:r w:rsidRPr="00C570BB">
        <w:rPr>
          <w:lang w:val="fr-BE"/>
        </w:rPr>
        <w:t>temps de rinçage dynamique</w:t>
      </w:r>
      <w:r w:rsidR="00FF1725" w:rsidRPr="00C570BB">
        <w:rPr>
          <w:lang w:val="fr-BE"/>
        </w:rPr>
        <w:t>” (</w:t>
      </w:r>
      <w:r w:rsidRPr="00C570BB">
        <w:rPr>
          <w:lang w:val="fr-BE"/>
        </w:rPr>
        <w:t xml:space="preserve">la durée de rinçage diminue lorsque la fréquence d’utilisation augmente) et un </w:t>
      </w:r>
      <w:r w:rsidR="00FF1725" w:rsidRPr="00C570BB">
        <w:rPr>
          <w:lang w:val="fr-BE"/>
        </w:rPr>
        <w:t>“</w:t>
      </w:r>
      <w:r w:rsidRPr="00C570BB">
        <w:rPr>
          <w:lang w:val="fr-BE"/>
        </w:rPr>
        <w:t>temps de rinçage fixe</w:t>
      </w:r>
      <w:r w:rsidR="00FF1725" w:rsidRPr="00C570BB">
        <w:rPr>
          <w:lang w:val="fr-BE"/>
        </w:rPr>
        <w:t>”</w:t>
      </w:r>
    </w:p>
    <w:p w14:paraId="71AAAAEE" w14:textId="77777777" w:rsidR="00FF1725" w:rsidRPr="00C570BB" w:rsidRDefault="00FF1725" w:rsidP="00163D1D">
      <w:pPr>
        <w:pStyle w:val="Bulleted1"/>
        <w:rPr>
          <w:lang w:val="fr-BE"/>
        </w:rPr>
      </w:pPr>
      <w:r w:rsidRPr="00C570BB">
        <w:rPr>
          <w:lang w:val="fr-BE"/>
        </w:rPr>
        <w:t>ver</w:t>
      </w:r>
      <w:r w:rsidR="00163D1D" w:rsidRPr="00C570BB">
        <w:rPr>
          <w:lang w:val="fr-BE"/>
        </w:rPr>
        <w:t>rouillage possible de la plaque de finition</w:t>
      </w:r>
    </w:p>
    <w:p w14:paraId="3B6C6625" w14:textId="77777777" w:rsidR="00FF1725" w:rsidRPr="00C570BB" w:rsidRDefault="00163D1D" w:rsidP="00163D1D">
      <w:pPr>
        <w:pStyle w:val="Bulleted1"/>
        <w:rPr>
          <w:lang w:val="fr-BE"/>
        </w:rPr>
      </w:pPr>
      <w:r w:rsidRPr="00C570BB">
        <w:rPr>
          <w:lang w:val="fr-BE"/>
        </w:rPr>
        <w:t>fonction réglable</w:t>
      </w:r>
      <w:r w:rsidR="00FF1725" w:rsidRPr="00C570BB">
        <w:rPr>
          <w:lang w:val="fr-BE"/>
        </w:rPr>
        <w:t xml:space="preserve"> “</w:t>
      </w:r>
      <w:r w:rsidRPr="00C570BB">
        <w:rPr>
          <w:lang w:val="fr-BE"/>
        </w:rPr>
        <w:t>rinçage automatique à intervalle régulier</w:t>
      </w:r>
      <w:r w:rsidR="00FF1725" w:rsidRPr="00C570BB">
        <w:rPr>
          <w:lang w:val="fr-BE"/>
        </w:rPr>
        <w:t>”</w:t>
      </w:r>
    </w:p>
    <w:p w14:paraId="489772AE" w14:textId="77777777" w:rsidR="0023155E" w:rsidRPr="00C570BB" w:rsidRDefault="00163D1D" w:rsidP="00163D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Caractéristiques du p</w:t>
      </w:r>
      <w:r w:rsidR="0023155E" w:rsidRPr="00C570BB">
        <w:rPr>
          <w:rFonts w:ascii="Arial" w:hAnsi="Arial"/>
          <w:b/>
          <w:u w:val="none"/>
          <w:lang w:val="fr-BE"/>
        </w:rPr>
        <w:t>rodu</w:t>
      </w:r>
      <w:r w:rsidRPr="00C570BB">
        <w:rPr>
          <w:rFonts w:ascii="Arial" w:hAnsi="Arial"/>
          <w:b/>
          <w:u w:val="none"/>
          <w:lang w:val="fr-BE"/>
        </w:rPr>
        <w:t>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C570BB" w14:paraId="6B578965" w14:textId="77777777" w:rsidTr="001A0D40">
        <w:tc>
          <w:tcPr>
            <w:tcW w:w="4252" w:type="dxa"/>
          </w:tcPr>
          <w:p w14:paraId="751763DC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temps d’attente</w:t>
            </w:r>
          </w:p>
        </w:tc>
        <w:tc>
          <w:tcPr>
            <w:tcW w:w="284" w:type="dxa"/>
          </w:tcPr>
          <w:p w14:paraId="1D5EE948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5D283A75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3 - 15 s (</w:t>
            </w:r>
            <w:r w:rsidR="00163D1D" w:rsidRPr="00C570BB">
              <w:rPr>
                <w:color w:val="000000"/>
                <w:lang w:val="fr-BE"/>
              </w:rPr>
              <w:t>réglage d’usine</w:t>
            </w:r>
            <w:r w:rsidRPr="00C570BB">
              <w:rPr>
                <w:color w:val="000000"/>
                <w:lang w:val="fr-BE"/>
              </w:rPr>
              <w:t>: 7 s)</w:t>
            </w:r>
          </w:p>
        </w:tc>
      </w:tr>
      <w:tr w:rsidR="0023155E" w:rsidRPr="00ED607C" w14:paraId="1E5C831F" w14:textId="77777777" w:rsidTr="001A0D40">
        <w:tc>
          <w:tcPr>
            <w:tcW w:w="4252" w:type="dxa"/>
          </w:tcPr>
          <w:p w14:paraId="183EE14E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matériel de la plaque de finition</w:t>
            </w:r>
          </w:p>
        </w:tc>
        <w:tc>
          <w:tcPr>
            <w:tcW w:w="284" w:type="dxa"/>
          </w:tcPr>
          <w:p w14:paraId="3F561952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5162A2A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</w:t>
            </w:r>
            <w:r w:rsidR="00163D1D" w:rsidRPr="00C570BB">
              <w:rPr>
                <w:color w:val="000000"/>
                <w:lang w:val="fr-BE"/>
              </w:rPr>
              <w:t>é</w:t>
            </w:r>
            <w:r w:rsidRPr="00C570BB">
              <w:rPr>
                <w:color w:val="000000"/>
                <w:lang w:val="fr-BE"/>
              </w:rPr>
              <w:t>tal (</w:t>
            </w:r>
            <w:r w:rsidR="00163D1D" w:rsidRPr="00C570BB">
              <w:rPr>
                <w:color w:val="000000"/>
                <w:lang w:val="fr-BE"/>
              </w:rPr>
              <w:t>e</w:t>
            </w:r>
            <w:r w:rsidRPr="00C570BB">
              <w:rPr>
                <w:color w:val="000000"/>
                <w:lang w:val="fr-BE"/>
              </w:rPr>
              <w:t>n f</w:t>
            </w:r>
            <w:r w:rsidR="00163D1D" w:rsidRPr="00C570BB">
              <w:rPr>
                <w:color w:val="000000"/>
                <w:lang w:val="fr-BE"/>
              </w:rPr>
              <w:t>o</w:t>
            </w:r>
            <w:r w:rsidRPr="00C570BB">
              <w:rPr>
                <w:color w:val="000000"/>
                <w:lang w:val="fr-BE"/>
              </w:rPr>
              <w:t>ncti</w:t>
            </w:r>
            <w:r w:rsidR="00163D1D" w:rsidRPr="00C570BB">
              <w:rPr>
                <w:color w:val="000000"/>
                <w:lang w:val="fr-BE"/>
              </w:rPr>
              <w:t>on du des</w:t>
            </w:r>
            <w:r w:rsidR="00C570BB">
              <w:rPr>
                <w:color w:val="000000"/>
                <w:lang w:val="fr-BE"/>
              </w:rPr>
              <w:t>i</w:t>
            </w:r>
            <w:r w:rsidR="00163D1D" w:rsidRPr="00C570BB">
              <w:rPr>
                <w:color w:val="000000"/>
                <w:lang w:val="fr-BE"/>
              </w:rPr>
              <w:t>gn choisi</w:t>
            </w:r>
            <w:r w:rsidRPr="00C570BB">
              <w:rPr>
                <w:color w:val="000000"/>
                <w:lang w:val="fr-BE"/>
              </w:rPr>
              <w:t xml:space="preserve">: </w:t>
            </w:r>
            <w:r w:rsidR="00163D1D" w:rsidRPr="00C570BB">
              <w:rPr>
                <w:color w:val="000000"/>
                <w:lang w:val="fr-BE"/>
              </w:rPr>
              <w:t>alliage zingué ou acier inoxydable</w:t>
            </w:r>
            <w:r w:rsidRPr="00C570BB">
              <w:rPr>
                <w:color w:val="000000"/>
                <w:lang w:val="fr-BE"/>
              </w:rPr>
              <w:t>)</w:t>
            </w:r>
          </w:p>
        </w:tc>
      </w:tr>
      <w:tr w:rsidR="0023155E" w:rsidRPr="00C570BB" w14:paraId="0DDA2D1E" w14:textId="77777777" w:rsidTr="001A0D40">
        <w:tc>
          <w:tcPr>
            <w:tcW w:w="4252" w:type="dxa"/>
          </w:tcPr>
          <w:p w14:paraId="5E1F0B62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dimensions de la finition</w:t>
            </w:r>
            <w:r w:rsidR="0023155E" w:rsidRPr="00C570BB">
              <w:rPr>
                <w:color w:val="000000"/>
                <w:lang w:val="fr-BE"/>
              </w:rPr>
              <w:t xml:space="preserve"> (</w:t>
            </w:r>
            <w:r w:rsidRPr="00C570BB">
              <w:rPr>
                <w:color w:val="000000"/>
                <w:lang w:val="fr-BE"/>
              </w:rPr>
              <w:t>l</w:t>
            </w:r>
            <w:r w:rsidR="0023155E" w:rsidRPr="00C570BB">
              <w:rPr>
                <w:color w:val="000000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6804A79C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59EF2ED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13 </w:t>
            </w:r>
            <w:r w:rsidR="00163D1D" w:rsidRPr="00C570BB">
              <w:rPr>
                <w:color w:val="000000"/>
                <w:lang w:val="fr-BE"/>
              </w:rPr>
              <w:t>x</w:t>
            </w:r>
            <w:r w:rsidRPr="00C570BB">
              <w:rPr>
                <w:color w:val="000000"/>
                <w:lang w:val="fr-BE"/>
              </w:rPr>
              <w:t xml:space="preserve">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C570BB">
                <w:rPr>
                  <w:color w:val="000000"/>
                  <w:lang w:val="fr-BE"/>
                </w:rPr>
                <w:t>13 cm</w:t>
              </w:r>
            </w:smartTag>
          </w:p>
        </w:tc>
      </w:tr>
      <w:tr w:rsidR="0023155E" w:rsidRPr="00C570BB" w14:paraId="738D6B89" w14:textId="77777777" w:rsidTr="001A0D40">
        <w:tc>
          <w:tcPr>
            <w:tcW w:w="4252" w:type="dxa"/>
          </w:tcPr>
          <w:p w14:paraId="06018229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puissance</w:t>
            </w:r>
          </w:p>
        </w:tc>
        <w:tc>
          <w:tcPr>
            <w:tcW w:w="284" w:type="dxa"/>
          </w:tcPr>
          <w:p w14:paraId="02EB2375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1BBFAB3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moins de</w:t>
            </w:r>
            <w:r w:rsidR="0023155E" w:rsidRPr="00C570BB">
              <w:rPr>
                <w:color w:val="000000"/>
                <w:lang w:val="fr-BE"/>
              </w:rPr>
              <w:t xml:space="preserve"> 0,5 W</w:t>
            </w:r>
          </w:p>
        </w:tc>
      </w:tr>
      <w:tr w:rsidR="0023155E" w:rsidRPr="00C570BB" w14:paraId="3455BEE1" w14:textId="77777777" w:rsidTr="001A0D40">
        <w:tc>
          <w:tcPr>
            <w:tcW w:w="4252" w:type="dxa"/>
          </w:tcPr>
          <w:p w14:paraId="136354B1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Code de protection </w:t>
            </w:r>
            <w:r w:rsidR="0023155E" w:rsidRPr="00C570BB">
              <w:rPr>
                <w:color w:val="000000"/>
                <w:lang w:val="fr-BE"/>
              </w:rPr>
              <w:t>IP</w:t>
            </w:r>
          </w:p>
        </w:tc>
        <w:tc>
          <w:tcPr>
            <w:tcW w:w="284" w:type="dxa"/>
          </w:tcPr>
          <w:p w14:paraId="64B4CFC2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07932DE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IP 45</w:t>
            </w:r>
          </w:p>
        </w:tc>
      </w:tr>
      <w:tr w:rsidR="0023155E" w:rsidRPr="00C570BB" w14:paraId="6B8265BF" w14:textId="77777777" w:rsidTr="001A0D40">
        <w:tc>
          <w:tcPr>
            <w:tcW w:w="4252" w:type="dxa"/>
          </w:tcPr>
          <w:p w14:paraId="58889926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d</w:t>
            </w:r>
            <w:r w:rsidR="00163D1D" w:rsidRPr="00C570BB">
              <w:rPr>
                <w:color w:val="000000"/>
                <w:lang w:val="fr-BE"/>
              </w:rPr>
              <w:t>é</w:t>
            </w:r>
            <w:r w:rsidRPr="00C570BB">
              <w:rPr>
                <w:color w:val="000000"/>
                <w:lang w:val="fr-BE"/>
              </w:rPr>
              <w:t xml:space="preserve">bit </w:t>
            </w:r>
            <w:r w:rsidR="00163D1D" w:rsidRPr="00C570BB">
              <w:rPr>
                <w:color w:val="000000"/>
                <w:lang w:val="fr-BE"/>
              </w:rPr>
              <w:t>à</w:t>
            </w:r>
            <w:r w:rsidRPr="00C570BB">
              <w:rPr>
                <w:color w:val="000000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0B6837BA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82E83C8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0,3 l/s</w:t>
            </w:r>
          </w:p>
        </w:tc>
      </w:tr>
      <w:tr w:rsidR="0023155E" w:rsidRPr="00C570BB" w14:paraId="6A3477EE" w14:textId="77777777" w:rsidTr="001A0D40">
        <w:tc>
          <w:tcPr>
            <w:tcW w:w="4252" w:type="dxa"/>
          </w:tcPr>
          <w:p w14:paraId="04864547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2E1C760F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4E9D8F2" w14:textId="69171109" w:rsidR="0023155E" w:rsidRPr="00C570BB" w:rsidRDefault="00AE511F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>
              <w:rPr>
                <w:color w:val="000000"/>
                <w:lang w:val="fr-BE"/>
              </w:rPr>
              <w:t>1</w:t>
            </w:r>
            <w:r w:rsidR="0023155E" w:rsidRPr="00C570BB">
              <w:rPr>
                <w:color w:val="000000"/>
                <w:lang w:val="fr-BE"/>
              </w:rPr>
              <w:t xml:space="preserve"> - 15 s (</w:t>
            </w:r>
            <w:r w:rsidR="00163D1D" w:rsidRPr="00C570BB">
              <w:rPr>
                <w:color w:val="000000"/>
                <w:lang w:val="fr-BE"/>
              </w:rPr>
              <w:t>réglage d’usine</w:t>
            </w:r>
            <w:r w:rsidR="0023155E" w:rsidRPr="00C570BB">
              <w:rPr>
                <w:color w:val="000000"/>
                <w:lang w:val="fr-BE"/>
              </w:rPr>
              <w:t xml:space="preserve">: </w:t>
            </w:r>
            <w:r>
              <w:rPr>
                <w:color w:val="000000"/>
                <w:lang w:val="fr-BE"/>
              </w:rPr>
              <w:t>7</w:t>
            </w:r>
            <w:r w:rsidR="0023155E" w:rsidRPr="00C570BB">
              <w:rPr>
                <w:color w:val="000000"/>
                <w:lang w:val="fr-BE"/>
              </w:rPr>
              <w:t xml:space="preserve"> s)</w:t>
            </w:r>
          </w:p>
        </w:tc>
      </w:tr>
      <w:tr w:rsidR="0023155E" w:rsidRPr="00C570BB" w14:paraId="60174346" w14:textId="77777777" w:rsidTr="001A0D40">
        <w:tc>
          <w:tcPr>
            <w:tcW w:w="4252" w:type="dxa"/>
          </w:tcPr>
          <w:p w14:paraId="79E9D241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rinçage automatique à intervalle</w:t>
            </w:r>
          </w:p>
        </w:tc>
        <w:tc>
          <w:tcPr>
            <w:tcW w:w="284" w:type="dxa"/>
          </w:tcPr>
          <w:p w14:paraId="1A33FDED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57A13FB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1 - 168 </w:t>
            </w:r>
            <w:r w:rsidR="00090086" w:rsidRPr="00C570BB">
              <w:rPr>
                <w:color w:val="000000"/>
                <w:lang w:val="fr-BE"/>
              </w:rPr>
              <w:t>h</w:t>
            </w:r>
            <w:r w:rsidRPr="00C570BB">
              <w:rPr>
                <w:color w:val="000000"/>
                <w:lang w:val="fr-BE"/>
              </w:rPr>
              <w:t xml:space="preserve"> (</w:t>
            </w:r>
            <w:r w:rsidR="00090086" w:rsidRPr="00C570BB">
              <w:rPr>
                <w:color w:val="000000"/>
                <w:lang w:val="fr-BE"/>
              </w:rPr>
              <w:t>réglage d’usine</w:t>
            </w:r>
            <w:r w:rsidRPr="00C570BB">
              <w:rPr>
                <w:color w:val="000000"/>
                <w:lang w:val="fr-BE"/>
              </w:rPr>
              <w:t xml:space="preserve">: 24 </w:t>
            </w:r>
            <w:r w:rsidR="00090086" w:rsidRPr="00C570BB">
              <w:rPr>
                <w:color w:val="000000"/>
                <w:lang w:val="fr-BE"/>
              </w:rPr>
              <w:t>h</w:t>
            </w:r>
            <w:r w:rsidRPr="00C570BB">
              <w:rPr>
                <w:color w:val="000000"/>
                <w:lang w:val="fr-BE"/>
              </w:rPr>
              <w:t>)</w:t>
            </w:r>
          </w:p>
        </w:tc>
      </w:tr>
      <w:tr w:rsidR="0023155E" w:rsidRPr="00C570BB" w14:paraId="6E89CA2C" w14:textId="77777777" w:rsidTr="001A0D40">
        <w:tc>
          <w:tcPr>
            <w:tcW w:w="4252" w:type="dxa"/>
          </w:tcPr>
          <w:p w14:paraId="777CB9CE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humidité relative de l’air</w:t>
            </w:r>
          </w:p>
        </w:tc>
        <w:tc>
          <w:tcPr>
            <w:tcW w:w="284" w:type="dxa"/>
          </w:tcPr>
          <w:p w14:paraId="06F10AD3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8390536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inférieure à </w:t>
            </w:r>
            <w:r w:rsidR="0023155E" w:rsidRPr="00C570BB">
              <w:rPr>
                <w:color w:val="000000"/>
                <w:lang w:val="fr-BE"/>
              </w:rPr>
              <w:t xml:space="preserve">100 % </w:t>
            </w:r>
          </w:p>
        </w:tc>
      </w:tr>
      <w:tr w:rsidR="0023155E" w:rsidRPr="00C570BB" w14:paraId="6626341D" w14:textId="77777777" w:rsidTr="001A0D40">
        <w:tc>
          <w:tcPr>
            <w:tcW w:w="4252" w:type="dxa"/>
          </w:tcPr>
          <w:p w14:paraId="371DE6DB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pression de service</w:t>
            </w:r>
          </w:p>
        </w:tc>
        <w:tc>
          <w:tcPr>
            <w:tcW w:w="284" w:type="dxa"/>
          </w:tcPr>
          <w:p w14:paraId="112E368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4EF94A4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1 - 8 bar</w:t>
            </w:r>
          </w:p>
        </w:tc>
      </w:tr>
      <w:tr w:rsidR="0023155E" w:rsidRPr="00C570BB" w14:paraId="3CE2FD56" w14:textId="77777777" w:rsidTr="001A0D40">
        <w:tc>
          <w:tcPr>
            <w:tcW w:w="4252" w:type="dxa"/>
          </w:tcPr>
          <w:p w14:paraId="62AA22E3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température de l’eau max.</w:t>
            </w:r>
          </w:p>
        </w:tc>
        <w:tc>
          <w:tcPr>
            <w:tcW w:w="284" w:type="dxa"/>
          </w:tcPr>
          <w:p w14:paraId="34093CF3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17411FD" w14:textId="77777777" w:rsidR="0023155E" w:rsidRPr="00C570BB" w:rsidRDefault="0023155E" w:rsidP="001A0D40">
            <w:pPr>
              <w:rPr>
                <w:color w:val="000000"/>
                <w:lang w:val="fr-BE"/>
              </w:rPr>
            </w:pPr>
            <w:smartTag w:uri="urn:schemas-microsoft-com:office:smarttags" w:element="metricconverter">
              <w:smartTagPr>
                <w:attr w:name="ProductID" w:val="30ﾰC"/>
              </w:smartTagPr>
              <w:r w:rsidRPr="00C570BB">
                <w:rPr>
                  <w:color w:val="000000"/>
                  <w:lang w:val="fr-BE"/>
                </w:rPr>
                <w:t>30°C</w:t>
              </w:r>
            </w:smartTag>
          </w:p>
        </w:tc>
      </w:tr>
    </w:tbl>
    <w:p w14:paraId="6B1DB1B1" w14:textId="77777777" w:rsidR="007F1620" w:rsidRPr="00C570BB" w:rsidRDefault="00E42282" w:rsidP="00E422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Fonctionnement</w:t>
      </w:r>
    </w:p>
    <w:p w14:paraId="6D36D141" w14:textId="77777777" w:rsidR="004D73F0" w:rsidRPr="00C570BB" w:rsidRDefault="004D73F0" w:rsidP="004D73F0">
      <w:pPr>
        <w:pStyle w:val="Bulleted1"/>
        <w:rPr>
          <w:lang w:val="fr-BE"/>
        </w:rPr>
      </w:pPr>
      <w:r w:rsidRPr="00C570BB">
        <w:rPr>
          <w:lang w:val="fr-BE"/>
        </w:rPr>
        <w:t>le rinçage se déclenche lorsque l’utilisateur quitte l’urinoir au bout d’une durée suffisante</w:t>
      </w:r>
    </w:p>
    <w:p w14:paraId="6B06917D" w14:textId="77777777" w:rsidR="00E21741" w:rsidRPr="00C570BB" w:rsidRDefault="00A857B0" w:rsidP="00A857B0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Possibilités de réglage</w:t>
      </w:r>
    </w:p>
    <w:p w14:paraId="4C8C3EFC" w14:textId="4D3E8D3B" w:rsidR="007C7EE6" w:rsidRPr="00C570BB" w:rsidRDefault="00FF3E4A" w:rsidP="00FF3E4A">
      <w:pPr>
        <w:pStyle w:val="Bulleted1"/>
        <w:rPr>
          <w:lang w:val="fr-BE"/>
        </w:rPr>
      </w:pPr>
      <w:bookmarkStart w:id="0" w:name="OLE_LINK1"/>
      <w:bookmarkStart w:id="1" w:name="OLE_LINK2"/>
      <w:r w:rsidRPr="00C570BB">
        <w:rPr>
          <w:lang w:val="fr-BE"/>
        </w:rPr>
        <w:t>l’activation et le changement de réglages, ainsi que l’affichage d’informations</w:t>
      </w:r>
      <w:r w:rsidR="00B979FF">
        <w:rPr>
          <w:lang w:val="fr-BE"/>
        </w:rPr>
        <w:t xml:space="preserve"> est possible par</w:t>
      </w:r>
      <w:r w:rsidR="002E248F">
        <w:rPr>
          <w:lang w:val="fr-BE"/>
        </w:rPr>
        <w:t xml:space="preserve"> une</w:t>
      </w:r>
      <w:r w:rsidR="00B979FF">
        <w:rPr>
          <w:lang w:val="fr-BE"/>
        </w:rPr>
        <w:t xml:space="preserve"> appli smartphone, par une connexion </w:t>
      </w:r>
      <w:r w:rsidR="00B979FF" w:rsidRPr="00B979FF">
        <w:rPr>
          <w:lang w:val="fr-BE"/>
        </w:rPr>
        <w:t>Bluetooth®</w:t>
      </w:r>
    </w:p>
    <w:p w14:paraId="3B591992" w14:textId="77777777" w:rsidR="007C7EE6" w:rsidRPr="00C570BB" w:rsidRDefault="00693DCC" w:rsidP="00693DCC">
      <w:pPr>
        <w:pStyle w:val="Bulleted2"/>
        <w:rPr>
          <w:lang w:val="fr-BE"/>
        </w:rPr>
      </w:pPr>
      <w:r w:rsidRPr="00C570BB">
        <w:rPr>
          <w:lang w:val="fr-BE"/>
        </w:rPr>
        <w:t>activation et/ou modification des réglages</w:t>
      </w:r>
    </w:p>
    <w:p w14:paraId="6436CF94" w14:textId="7715809B" w:rsidR="007C7EE6" w:rsidRPr="00C570BB" w:rsidRDefault="00693DCC" w:rsidP="0045684C">
      <w:pPr>
        <w:pStyle w:val="Bulleted3"/>
        <w:rPr>
          <w:lang w:val="fr-BE"/>
        </w:rPr>
      </w:pPr>
      <w:r w:rsidRPr="00C570BB">
        <w:rPr>
          <w:lang w:val="fr-BE"/>
        </w:rPr>
        <w:t>temps de rinçage</w:t>
      </w:r>
      <w:r w:rsidR="0045684C">
        <w:rPr>
          <w:lang w:val="fr-BE"/>
        </w:rPr>
        <w:tab/>
      </w:r>
      <w:r w:rsidR="0045684C">
        <w:rPr>
          <w:lang w:val="fr-BE"/>
        </w:rPr>
        <w:tab/>
      </w:r>
      <w:r w:rsidR="0045684C">
        <w:rPr>
          <w:lang w:val="fr-BE"/>
        </w:rPr>
        <w:tab/>
        <w:t xml:space="preserve"> </w:t>
      </w:r>
      <w:r w:rsidR="007C7EE6" w:rsidRPr="00C570BB">
        <w:rPr>
          <w:lang w:val="fr-BE"/>
        </w:rPr>
        <w:t>:</w:t>
      </w:r>
      <w:r w:rsidR="0045684C">
        <w:rPr>
          <w:lang w:val="fr-BE"/>
        </w:rPr>
        <w:t xml:space="preserve"> </w:t>
      </w:r>
      <w:r w:rsidR="007C7EE6" w:rsidRPr="00C570BB">
        <w:rPr>
          <w:lang w:val="fr-BE"/>
        </w:rPr>
        <w:t xml:space="preserve">de </w:t>
      </w:r>
      <w:r w:rsidR="00AE511F">
        <w:rPr>
          <w:lang w:val="fr-BE"/>
        </w:rPr>
        <w:t>1</w:t>
      </w:r>
      <w:r w:rsidR="007C7EE6" w:rsidRPr="00C570BB">
        <w:rPr>
          <w:lang w:val="fr-BE"/>
        </w:rPr>
        <w:t xml:space="preserve"> à 15 s.</w:t>
      </w:r>
    </w:p>
    <w:p w14:paraId="25C63CEE" w14:textId="77777777" w:rsidR="007C7EE6" w:rsidRPr="00C570BB" w:rsidRDefault="00693DCC" w:rsidP="0045684C">
      <w:pPr>
        <w:pStyle w:val="Bulleted3"/>
        <w:rPr>
          <w:lang w:val="fr-BE"/>
        </w:rPr>
      </w:pPr>
      <w:r w:rsidRPr="00C570BB">
        <w:rPr>
          <w:lang w:val="fr-BE"/>
        </w:rPr>
        <w:t>temps d’attente</w:t>
      </w:r>
      <w:r w:rsidR="0045684C">
        <w:rPr>
          <w:lang w:val="fr-BE"/>
        </w:rPr>
        <w:tab/>
      </w:r>
      <w:r w:rsidR="0045684C">
        <w:rPr>
          <w:lang w:val="fr-BE"/>
        </w:rPr>
        <w:tab/>
      </w:r>
      <w:r w:rsidR="0045684C">
        <w:rPr>
          <w:lang w:val="fr-BE"/>
        </w:rPr>
        <w:tab/>
        <w:t xml:space="preserve"> </w:t>
      </w:r>
      <w:r w:rsidR="007C7EE6" w:rsidRPr="00C570BB">
        <w:rPr>
          <w:lang w:val="fr-BE"/>
        </w:rPr>
        <w:t>:</w:t>
      </w:r>
      <w:r w:rsidR="0045684C">
        <w:rPr>
          <w:lang w:val="fr-BE"/>
        </w:rPr>
        <w:t xml:space="preserve"> </w:t>
      </w:r>
      <w:r w:rsidR="007C7EE6" w:rsidRPr="00C570BB">
        <w:rPr>
          <w:lang w:val="fr-BE"/>
        </w:rPr>
        <w:t>de 3 à 15 s.</w:t>
      </w:r>
    </w:p>
    <w:p w14:paraId="68D42EE9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activer le rinçage d</w:t>
      </w:r>
      <w:r w:rsidR="007C7EE6" w:rsidRPr="00C570BB">
        <w:rPr>
          <w:lang w:val="fr-BE"/>
        </w:rPr>
        <w:t>ynami</w:t>
      </w:r>
      <w:r w:rsidRPr="00C570BB">
        <w:rPr>
          <w:lang w:val="fr-BE"/>
        </w:rPr>
        <w:t>que</w:t>
      </w:r>
      <w:r w:rsidR="007C7EE6" w:rsidRPr="00C570BB">
        <w:rPr>
          <w:lang w:val="fr-BE"/>
        </w:rPr>
        <w:t xml:space="preserve"> (</w:t>
      </w:r>
      <w:r w:rsidRPr="00C570BB">
        <w:rPr>
          <w:lang w:val="fr-BE"/>
        </w:rPr>
        <w:t>le temps de rinçage varie en fonction de la fréquence d’utilisation</w:t>
      </w:r>
      <w:r w:rsidR="007C7EE6" w:rsidRPr="00C570BB">
        <w:rPr>
          <w:lang w:val="fr-BE"/>
        </w:rPr>
        <w:t>)</w:t>
      </w:r>
    </w:p>
    <w:p w14:paraId="2F1898C2" w14:textId="77777777" w:rsidR="007C7EE6" w:rsidRPr="00C570BB" w:rsidRDefault="007C7EE6" w:rsidP="00693DCC">
      <w:pPr>
        <w:pStyle w:val="Bulleted3"/>
        <w:rPr>
          <w:lang w:val="fr-BE"/>
        </w:rPr>
      </w:pPr>
      <w:r w:rsidRPr="00C570BB">
        <w:rPr>
          <w:lang w:val="fr-BE"/>
        </w:rPr>
        <w:t>activer</w:t>
      </w:r>
      <w:r w:rsidR="00693DCC" w:rsidRPr="00C570BB">
        <w:rPr>
          <w:lang w:val="fr-BE"/>
        </w:rPr>
        <w:t xml:space="preserve"> un rinçage</w:t>
      </w:r>
    </w:p>
    <w:p w14:paraId="5DA90478" w14:textId="3169114C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utilisation avec un urinoir à couvercle</w:t>
      </w:r>
    </w:p>
    <w:p w14:paraId="381D601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rinçage à intervalle</w:t>
      </w:r>
      <w:r w:rsidR="007C7EE6" w:rsidRPr="00C570BB">
        <w:rPr>
          <w:lang w:val="fr-BE"/>
        </w:rPr>
        <w:t xml:space="preserve">: </w:t>
      </w:r>
      <w:r w:rsidRPr="00C570BB">
        <w:rPr>
          <w:lang w:val="fr-BE"/>
        </w:rPr>
        <w:t xml:space="preserve">toutes les </w:t>
      </w:r>
      <w:r w:rsidR="007C7EE6" w:rsidRPr="00C570BB">
        <w:rPr>
          <w:lang w:val="fr-BE"/>
        </w:rPr>
        <w:t xml:space="preserve">1 - 168 </w:t>
      </w:r>
      <w:r w:rsidRPr="00C570BB">
        <w:rPr>
          <w:lang w:val="fr-BE"/>
        </w:rPr>
        <w:t>heures</w:t>
      </w:r>
      <w:r w:rsidR="007C7EE6" w:rsidRPr="00C570BB">
        <w:rPr>
          <w:lang w:val="fr-BE"/>
        </w:rPr>
        <w:t xml:space="preserve"> (</w:t>
      </w:r>
      <w:r w:rsidRPr="00C570BB">
        <w:rPr>
          <w:lang w:val="fr-BE"/>
        </w:rPr>
        <w:t>réglage d’usine</w:t>
      </w:r>
      <w:r w:rsidR="007C7EE6" w:rsidRPr="00C570BB">
        <w:rPr>
          <w:lang w:val="fr-BE"/>
        </w:rPr>
        <w:t xml:space="preserve">: 24 </w:t>
      </w:r>
      <w:r w:rsidRPr="00C570BB">
        <w:rPr>
          <w:lang w:val="fr-BE"/>
        </w:rPr>
        <w:t>h</w:t>
      </w:r>
      <w:r w:rsidR="007C7EE6" w:rsidRPr="00C570BB">
        <w:rPr>
          <w:lang w:val="fr-BE"/>
        </w:rPr>
        <w:t>)</w:t>
      </w:r>
    </w:p>
    <w:p w14:paraId="59FB11F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mettre hors service</w:t>
      </w:r>
    </w:p>
    <w:p w14:paraId="0FEC1302" w14:textId="77777777" w:rsidR="007C7EE6" w:rsidRPr="00C570BB" w:rsidRDefault="00693DCC" w:rsidP="00693DCC">
      <w:pPr>
        <w:pStyle w:val="Bulleted2"/>
        <w:rPr>
          <w:lang w:val="fr-BE"/>
        </w:rPr>
      </w:pPr>
      <w:r w:rsidRPr="00C570BB">
        <w:rPr>
          <w:lang w:val="fr-BE"/>
        </w:rPr>
        <w:t>demandes d’informations telles que</w:t>
      </w:r>
    </w:p>
    <w:p w14:paraId="6EA2000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le nombre de rinçages</w:t>
      </w:r>
    </w:p>
    <w:p w14:paraId="57E6FCC1" w14:textId="43438096" w:rsidR="007C7EE6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le nombre de jours de service</w:t>
      </w:r>
    </w:p>
    <w:bookmarkEnd w:id="0"/>
    <w:bookmarkEnd w:id="1"/>
    <w:p w14:paraId="537B6296" w14:textId="77777777" w:rsidR="003E47D6" w:rsidRPr="00C570BB" w:rsidRDefault="003E47D6" w:rsidP="00693DCC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P</w:t>
      </w:r>
      <w:r w:rsidR="00693DCC" w:rsidRPr="00C570BB">
        <w:rPr>
          <w:rFonts w:ascii="Arial" w:hAnsi="Arial"/>
          <w:b/>
          <w:lang w:val="fr-BE"/>
        </w:rPr>
        <w:t>ose</w:t>
      </w:r>
    </w:p>
    <w:p w14:paraId="3F81F29A" w14:textId="77777777" w:rsidR="003E47D6" w:rsidRPr="00C570BB" w:rsidRDefault="00693DCC" w:rsidP="00C570BB">
      <w:pPr>
        <w:pStyle w:val="Bulleted1"/>
        <w:rPr>
          <w:lang w:val="fr-BE"/>
        </w:rPr>
      </w:pPr>
      <w:r w:rsidRPr="00C570BB">
        <w:rPr>
          <w:lang w:val="fr-BE"/>
        </w:rPr>
        <w:t>Suivant les directives du fabricant</w:t>
      </w:r>
      <w:r w:rsidR="000E74FA" w:rsidRPr="00C570BB">
        <w:rPr>
          <w:lang w:val="fr-BE"/>
        </w:rPr>
        <w:t>.</w:t>
      </w:r>
    </w:p>
    <w:sectPr w:rsidR="003E47D6" w:rsidRPr="00C570B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0AD91" w14:textId="77777777" w:rsidR="00373415" w:rsidRDefault="00373415">
      <w:r>
        <w:separator/>
      </w:r>
    </w:p>
  </w:endnote>
  <w:endnote w:type="continuationSeparator" w:id="0">
    <w:p w14:paraId="72EF5BC1" w14:textId="77777777" w:rsidR="00373415" w:rsidRDefault="0037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764746" w14:paraId="23E2103F" w14:textId="77777777">
      <w:tc>
        <w:tcPr>
          <w:tcW w:w="3392" w:type="dxa"/>
        </w:tcPr>
        <w:p w14:paraId="21C3BF26" w14:textId="4E0EA483" w:rsidR="007C7FFA" w:rsidRDefault="009F09F7" w:rsidP="00A55578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6D88C7C1" w14:textId="77777777" w:rsidR="007C7FFA" w:rsidRDefault="004F1C23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36424BC" w14:textId="77777777" w:rsidR="007C7FFA" w:rsidRPr="00764746" w:rsidRDefault="007C7FFA" w:rsidP="00272819">
          <w:pPr>
            <w:pStyle w:val="Footer"/>
            <w:jc w:val="right"/>
          </w:pPr>
          <w:r w:rsidRPr="00764746">
            <w:fldChar w:fldCharType="begin"/>
          </w:r>
          <w:r w:rsidRPr="00764746">
            <w:instrText xml:space="preserve"> PAGE  \* LOWER </w:instrText>
          </w:r>
          <w:r w:rsidRPr="00764746">
            <w:fldChar w:fldCharType="separate"/>
          </w:r>
          <w:r w:rsidR="00AA18B0">
            <w:rPr>
              <w:noProof/>
            </w:rPr>
            <w:t>2</w:t>
          </w:r>
          <w:r w:rsidRPr="00764746">
            <w:fldChar w:fldCharType="end"/>
          </w:r>
          <w:r w:rsidRPr="00764746">
            <w:t>/</w:t>
          </w:r>
          <w:fldSimple w:instr=" NUMPAGES  \* Arabic  \* MERGEFORMAT ">
            <w:r w:rsidR="00AA18B0">
              <w:rPr>
                <w:noProof/>
              </w:rPr>
              <w:t>3</w:t>
            </w:r>
          </w:fldSimple>
        </w:p>
      </w:tc>
    </w:tr>
  </w:tbl>
  <w:p w14:paraId="32961375" w14:textId="77777777" w:rsidR="007C7FFA" w:rsidRPr="00764746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54FC9" w14:textId="77777777" w:rsidR="00373415" w:rsidRDefault="00373415">
      <w:r>
        <w:separator/>
      </w:r>
    </w:p>
  </w:footnote>
  <w:footnote w:type="continuationSeparator" w:id="0">
    <w:p w14:paraId="2982BB85" w14:textId="77777777" w:rsidR="00373415" w:rsidRDefault="00373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0262" w14:textId="77777777" w:rsidR="00CD6105" w:rsidRPr="001978FD" w:rsidRDefault="00CD6105" w:rsidP="007E338F">
    <w:pPr>
      <w:pStyle w:val="Header"/>
      <w:rPr>
        <w:lang w:val="fr-FR"/>
      </w:rPr>
    </w:pPr>
    <w:r w:rsidRPr="001978FD">
      <w:rPr>
        <w:lang w:val="fr-FR"/>
      </w:rPr>
      <w:t>Commande d’urinoir automatique Geberit</w:t>
    </w:r>
  </w:p>
  <w:p w14:paraId="3DF626F8" w14:textId="77777777" w:rsidR="00E10547" w:rsidRPr="001978FD" w:rsidRDefault="003C3BEA" w:rsidP="003C3BEA">
    <w:pPr>
      <w:pStyle w:val="Header"/>
      <w:rPr>
        <w:lang w:val="fr-FR"/>
      </w:rPr>
    </w:pPr>
    <w:r w:rsidRPr="001978FD">
      <w:rPr>
        <w:lang w:val="fr-FR"/>
      </w:rPr>
      <w:t xml:space="preserve">sur </w:t>
    </w:r>
    <w:r w:rsidR="00CD6105" w:rsidRPr="001978FD">
      <w:rPr>
        <w:lang w:val="fr-FR"/>
      </w:rPr>
      <w:t>piles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35124860"/>
    <w:lvl w:ilvl="0" w:tplc="DF5ED49E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7DD4C8C8"/>
    <w:lvl w:ilvl="0" w:tplc="38661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DF123A4C"/>
    <w:lvl w:ilvl="0" w:tplc="C4707BBC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7524790">
    <w:abstractNumId w:val="25"/>
  </w:num>
  <w:num w:numId="2" w16cid:durableId="1251548601">
    <w:abstractNumId w:val="32"/>
  </w:num>
  <w:num w:numId="3" w16cid:durableId="348872465">
    <w:abstractNumId w:val="4"/>
  </w:num>
  <w:num w:numId="4" w16cid:durableId="1050887765">
    <w:abstractNumId w:val="3"/>
  </w:num>
  <w:num w:numId="5" w16cid:durableId="1921020815">
    <w:abstractNumId w:val="20"/>
  </w:num>
  <w:num w:numId="6" w16cid:durableId="1189835924">
    <w:abstractNumId w:val="23"/>
  </w:num>
  <w:num w:numId="7" w16cid:durableId="213397305">
    <w:abstractNumId w:val="7"/>
  </w:num>
  <w:num w:numId="8" w16cid:durableId="1347290293">
    <w:abstractNumId w:val="29"/>
  </w:num>
  <w:num w:numId="9" w16cid:durableId="399641358">
    <w:abstractNumId w:val="36"/>
  </w:num>
  <w:num w:numId="10" w16cid:durableId="1719039859">
    <w:abstractNumId w:val="2"/>
  </w:num>
  <w:num w:numId="11" w16cid:durableId="2099789346">
    <w:abstractNumId w:val="19"/>
  </w:num>
  <w:num w:numId="12" w16cid:durableId="1753774627">
    <w:abstractNumId w:val="18"/>
  </w:num>
  <w:num w:numId="13" w16cid:durableId="151341066">
    <w:abstractNumId w:val="35"/>
  </w:num>
  <w:num w:numId="14" w16cid:durableId="834303724">
    <w:abstractNumId w:val="10"/>
  </w:num>
  <w:num w:numId="15" w16cid:durableId="366491235">
    <w:abstractNumId w:val="0"/>
  </w:num>
  <w:num w:numId="16" w16cid:durableId="564923036">
    <w:abstractNumId w:val="17"/>
  </w:num>
  <w:num w:numId="17" w16cid:durableId="669481628">
    <w:abstractNumId w:val="6"/>
  </w:num>
  <w:num w:numId="18" w16cid:durableId="2142072086">
    <w:abstractNumId w:val="30"/>
  </w:num>
  <w:num w:numId="19" w16cid:durableId="709841113">
    <w:abstractNumId w:val="31"/>
  </w:num>
  <w:num w:numId="20" w16cid:durableId="436142962">
    <w:abstractNumId w:val="28"/>
  </w:num>
  <w:num w:numId="21" w16cid:durableId="359818890">
    <w:abstractNumId w:val="26"/>
  </w:num>
  <w:num w:numId="22" w16cid:durableId="473568363">
    <w:abstractNumId w:val="21"/>
  </w:num>
  <w:num w:numId="23" w16cid:durableId="1918510462">
    <w:abstractNumId w:val="34"/>
  </w:num>
  <w:num w:numId="24" w16cid:durableId="710155788">
    <w:abstractNumId w:val="12"/>
  </w:num>
  <w:num w:numId="25" w16cid:durableId="914358535">
    <w:abstractNumId w:val="14"/>
  </w:num>
  <w:num w:numId="26" w16cid:durableId="194931716">
    <w:abstractNumId w:val="1"/>
  </w:num>
  <w:num w:numId="27" w16cid:durableId="1368291657">
    <w:abstractNumId w:val="13"/>
  </w:num>
  <w:num w:numId="28" w16cid:durableId="716708159">
    <w:abstractNumId w:val="16"/>
  </w:num>
  <w:num w:numId="29" w16cid:durableId="903370181">
    <w:abstractNumId w:val="11"/>
  </w:num>
  <w:num w:numId="30" w16cid:durableId="386415426">
    <w:abstractNumId w:val="15"/>
  </w:num>
  <w:num w:numId="31" w16cid:durableId="1088037666">
    <w:abstractNumId w:val="8"/>
  </w:num>
  <w:num w:numId="32" w16cid:durableId="1387290820">
    <w:abstractNumId w:val="24"/>
  </w:num>
  <w:num w:numId="33" w16cid:durableId="1806703955">
    <w:abstractNumId w:val="33"/>
  </w:num>
  <w:num w:numId="34" w16cid:durableId="252054080">
    <w:abstractNumId w:val="27"/>
  </w:num>
  <w:num w:numId="35" w16cid:durableId="1221669265">
    <w:abstractNumId w:val="37"/>
  </w:num>
  <w:num w:numId="36" w16cid:durableId="334305097">
    <w:abstractNumId w:val="9"/>
  </w:num>
  <w:num w:numId="37" w16cid:durableId="903218641">
    <w:abstractNumId w:val="5"/>
  </w:num>
  <w:num w:numId="38" w16cid:durableId="1232154006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84A"/>
    <w:rsid w:val="00051F50"/>
    <w:rsid w:val="000525A3"/>
    <w:rsid w:val="00056B2E"/>
    <w:rsid w:val="00056DAC"/>
    <w:rsid w:val="0006259B"/>
    <w:rsid w:val="00063929"/>
    <w:rsid w:val="0007123E"/>
    <w:rsid w:val="0008076D"/>
    <w:rsid w:val="00080B0F"/>
    <w:rsid w:val="00081315"/>
    <w:rsid w:val="00085A0C"/>
    <w:rsid w:val="00086176"/>
    <w:rsid w:val="0009008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0047"/>
    <w:rsid w:val="00101998"/>
    <w:rsid w:val="00102905"/>
    <w:rsid w:val="00115702"/>
    <w:rsid w:val="001165B1"/>
    <w:rsid w:val="00120CA6"/>
    <w:rsid w:val="001234D2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63D1D"/>
    <w:rsid w:val="001722A1"/>
    <w:rsid w:val="001755CC"/>
    <w:rsid w:val="00181354"/>
    <w:rsid w:val="001879EF"/>
    <w:rsid w:val="001936A1"/>
    <w:rsid w:val="001978FD"/>
    <w:rsid w:val="001A0D40"/>
    <w:rsid w:val="001A353C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248F"/>
    <w:rsid w:val="002E33C0"/>
    <w:rsid w:val="002E764C"/>
    <w:rsid w:val="002F323E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74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3415"/>
    <w:rsid w:val="00373A64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3BEA"/>
    <w:rsid w:val="003C7F83"/>
    <w:rsid w:val="003D02D6"/>
    <w:rsid w:val="003D3AAD"/>
    <w:rsid w:val="003D62A2"/>
    <w:rsid w:val="003D76F5"/>
    <w:rsid w:val="003E022F"/>
    <w:rsid w:val="003E149A"/>
    <w:rsid w:val="003E240D"/>
    <w:rsid w:val="003E47D6"/>
    <w:rsid w:val="003F18FE"/>
    <w:rsid w:val="003F4D6F"/>
    <w:rsid w:val="003F7A64"/>
    <w:rsid w:val="0040210B"/>
    <w:rsid w:val="004046C3"/>
    <w:rsid w:val="004064AB"/>
    <w:rsid w:val="0040662F"/>
    <w:rsid w:val="0040751D"/>
    <w:rsid w:val="00414830"/>
    <w:rsid w:val="004164C8"/>
    <w:rsid w:val="00416830"/>
    <w:rsid w:val="00416879"/>
    <w:rsid w:val="0042179C"/>
    <w:rsid w:val="0042190E"/>
    <w:rsid w:val="004242F0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5684C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5D9"/>
    <w:rsid w:val="004D6724"/>
    <w:rsid w:val="004D73F0"/>
    <w:rsid w:val="004E0DC8"/>
    <w:rsid w:val="004E37D2"/>
    <w:rsid w:val="004E4271"/>
    <w:rsid w:val="004E4722"/>
    <w:rsid w:val="004E4C3A"/>
    <w:rsid w:val="004E681D"/>
    <w:rsid w:val="004F1C23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5C2C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27A01"/>
    <w:rsid w:val="00634903"/>
    <w:rsid w:val="0063522D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3DCC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36C0"/>
    <w:rsid w:val="006F5EDD"/>
    <w:rsid w:val="006F6C4A"/>
    <w:rsid w:val="006F7A21"/>
    <w:rsid w:val="007006BA"/>
    <w:rsid w:val="007045FD"/>
    <w:rsid w:val="00722285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746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EE6"/>
    <w:rsid w:val="007C7FFA"/>
    <w:rsid w:val="007D0BE0"/>
    <w:rsid w:val="007D3795"/>
    <w:rsid w:val="007D3CE3"/>
    <w:rsid w:val="007D6E0D"/>
    <w:rsid w:val="007E03CF"/>
    <w:rsid w:val="007E0CBA"/>
    <w:rsid w:val="007E338F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1A42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75C83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E34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09F7"/>
    <w:rsid w:val="00A04395"/>
    <w:rsid w:val="00A07334"/>
    <w:rsid w:val="00A07E31"/>
    <w:rsid w:val="00A15E56"/>
    <w:rsid w:val="00A20762"/>
    <w:rsid w:val="00A3738B"/>
    <w:rsid w:val="00A41F40"/>
    <w:rsid w:val="00A43BF8"/>
    <w:rsid w:val="00A44D14"/>
    <w:rsid w:val="00A45E60"/>
    <w:rsid w:val="00A52E7D"/>
    <w:rsid w:val="00A5480D"/>
    <w:rsid w:val="00A55578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7B0"/>
    <w:rsid w:val="00A867F5"/>
    <w:rsid w:val="00A918C5"/>
    <w:rsid w:val="00A97280"/>
    <w:rsid w:val="00AA13C8"/>
    <w:rsid w:val="00AA18B0"/>
    <w:rsid w:val="00AA18E1"/>
    <w:rsid w:val="00AA774A"/>
    <w:rsid w:val="00AC477E"/>
    <w:rsid w:val="00AD2BCF"/>
    <w:rsid w:val="00AE0481"/>
    <w:rsid w:val="00AE0B4C"/>
    <w:rsid w:val="00AE14A7"/>
    <w:rsid w:val="00AE1C8E"/>
    <w:rsid w:val="00AE511F"/>
    <w:rsid w:val="00AE5B4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41E1"/>
    <w:rsid w:val="00B9397F"/>
    <w:rsid w:val="00B94DC7"/>
    <w:rsid w:val="00B94EC0"/>
    <w:rsid w:val="00B95370"/>
    <w:rsid w:val="00B979CD"/>
    <w:rsid w:val="00B979FF"/>
    <w:rsid w:val="00BA0167"/>
    <w:rsid w:val="00BA062A"/>
    <w:rsid w:val="00BA37B6"/>
    <w:rsid w:val="00BA4757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0BB"/>
    <w:rsid w:val="00C5722A"/>
    <w:rsid w:val="00C614F6"/>
    <w:rsid w:val="00C6225D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DAF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105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0DC"/>
    <w:rsid w:val="00D371BC"/>
    <w:rsid w:val="00D3791B"/>
    <w:rsid w:val="00D43AAD"/>
    <w:rsid w:val="00D4472F"/>
    <w:rsid w:val="00D52092"/>
    <w:rsid w:val="00D55CB1"/>
    <w:rsid w:val="00D63900"/>
    <w:rsid w:val="00D6437F"/>
    <w:rsid w:val="00D6744A"/>
    <w:rsid w:val="00D7111C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974"/>
    <w:rsid w:val="00E370AA"/>
    <w:rsid w:val="00E42282"/>
    <w:rsid w:val="00E479D0"/>
    <w:rsid w:val="00E515BB"/>
    <w:rsid w:val="00E53CDB"/>
    <w:rsid w:val="00E54063"/>
    <w:rsid w:val="00E54390"/>
    <w:rsid w:val="00E56065"/>
    <w:rsid w:val="00E56069"/>
    <w:rsid w:val="00E56D4B"/>
    <w:rsid w:val="00E56F79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62E2"/>
    <w:rsid w:val="00EB74FA"/>
    <w:rsid w:val="00EC1FAC"/>
    <w:rsid w:val="00EC2D28"/>
    <w:rsid w:val="00EC5A29"/>
    <w:rsid w:val="00EC5B86"/>
    <w:rsid w:val="00EC7D55"/>
    <w:rsid w:val="00ED32C1"/>
    <w:rsid w:val="00ED4EFD"/>
    <w:rsid w:val="00ED607C"/>
    <w:rsid w:val="00ED643F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4687"/>
    <w:rsid w:val="00F45315"/>
    <w:rsid w:val="00F46616"/>
    <w:rsid w:val="00F46BF5"/>
    <w:rsid w:val="00F50576"/>
    <w:rsid w:val="00F50C30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95A50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9C6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3E4A"/>
    <w:rsid w:val="00FF4A3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264B3AFF"/>
  <w15:chartTrackingRefBased/>
  <w15:docId w15:val="{4E2B0322-BAFC-4F5E-9617-E96A77FC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38F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338F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EB62E2"/>
    <w:pPr>
      <w:numPr>
        <w:numId w:val="19"/>
      </w:numPr>
    </w:pPr>
  </w:style>
  <w:style w:type="paragraph" w:customStyle="1" w:styleId="Bulleted2">
    <w:name w:val="Bulleted 2"/>
    <w:basedOn w:val="Normal"/>
    <w:rsid w:val="00EB62E2"/>
    <w:pPr>
      <w:numPr>
        <w:numId w:val="22"/>
      </w:numPr>
    </w:pPr>
    <w:rPr>
      <w:color w:val="000000"/>
      <w:lang w:val="nl-BE"/>
    </w:rPr>
  </w:style>
  <w:style w:type="paragraph" w:customStyle="1" w:styleId="Bulleted3">
    <w:name w:val="Bulleted 3"/>
    <w:basedOn w:val="Normal"/>
    <w:rsid w:val="007006BA"/>
    <w:pPr>
      <w:numPr>
        <w:numId w:val="23"/>
      </w:numPr>
    </w:pPr>
    <w:rPr>
      <w:color w:val="000000"/>
      <w:lang w:val="nl-BE"/>
    </w:r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EB62E2"/>
    <w:rPr>
      <w:rFonts w:ascii="Arial" w:hAnsi="Arial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306907-0067-4C37-B4B0-4B5E825BCD3E}">
  <ds:schemaRefs>
    <ds:schemaRef ds:uri="c1a89d3b-8913-4922-a719-bed589bc061b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F2B90A3C-0A14-4862-AB72-C0791002B6AB}"/>
</file>

<file path=customXml/itemProps3.xml><?xml version="1.0" encoding="utf-8"?>
<ds:datastoreItem xmlns:ds="http://schemas.openxmlformats.org/officeDocument/2006/customXml" ds:itemID="{9AE48F20-49C0-4D4C-8236-14638CFF1E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572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2011-04-11T10:29:00Z</cp:lastPrinted>
  <dcterms:created xsi:type="dcterms:W3CDTF">2017-02-26T23:12:00Z</dcterms:created>
  <dcterms:modified xsi:type="dcterms:W3CDTF">2023-12-21T10:57:00Z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2023-12-21T10:43:52Z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061851c1-5949-4401-8d09-8e4ae00d4fc3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